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0C4BD" w14:textId="77777777" w:rsidR="0021238A" w:rsidRDefault="0021238A" w:rsidP="0068687A">
      <w:r>
        <w:t xml:space="preserve">Leonie Pfeiffer </w:t>
      </w:r>
      <w:r>
        <w:rPr>
          <w:rFonts w:ascii="Lucida Grande" w:hAnsi="Lucida Grande" w:cs="Lucida Grande"/>
        </w:rPr>
        <w:t>·</w:t>
      </w:r>
      <w:r>
        <w:t xml:space="preserve"> Winsstr. 60 </w:t>
      </w:r>
      <w:r>
        <w:rPr>
          <w:rFonts w:ascii="Lucida Grande" w:hAnsi="Lucida Grande" w:cs="Lucida Grande"/>
        </w:rPr>
        <w:t>·</w:t>
      </w:r>
      <w:r>
        <w:t xml:space="preserve"> 10405 Berlin</w:t>
      </w:r>
    </w:p>
    <w:p w14:paraId="58A87C5F" w14:textId="0BF0F93D" w:rsidR="0021238A" w:rsidRPr="0068687A" w:rsidRDefault="0021238A" w:rsidP="0021238A">
      <w:pPr>
        <w:rPr>
          <w:color w:val="000000" w:themeColor="text1"/>
        </w:rPr>
      </w:pPr>
      <w:r w:rsidRPr="0068687A">
        <w:rPr>
          <w:color w:val="000000" w:themeColor="text1"/>
        </w:rPr>
        <w:t xml:space="preserve">Tel.: 030 123456789 · Mobil: 0176 123456789 · E-Mail: </w:t>
      </w:r>
      <w:hyperlink r:id="rId5" w:history="1">
        <w:r w:rsidRPr="0068687A">
          <w:rPr>
            <w:rStyle w:val="Hyperlink"/>
            <w:color w:val="000000" w:themeColor="text1"/>
            <w:u w:val="none"/>
          </w:rPr>
          <w:t>pfeiffer@webmail.de</w:t>
        </w:r>
      </w:hyperlink>
    </w:p>
    <w:p w14:paraId="15AF60BA" w14:textId="77777777" w:rsidR="0021238A" w:rsidRDefault="0021238A" w:rsidP="0021238A"/>
    <w:p w14:paraId="6C758B77" w14:textId="77777777" w:rsidR="0068687A" w:rsidRDefault="0068687A" w:rsidP="0021238A"/>
    <w:p w14:paraId="1C6D19F2" w14:textId="77777777" w:rsidR="00B9078B" w:rsidRDefault="00B9078B" w:rsidP="0021238A"/>
    <w:p w14:paraId="20890F64" w14:textId="77777777" w:rsidR="00B9078B" w:rsidRDefault="00B9078B" w:rsidP="0021238A"/>
    <w:p w14:paraId="74745854" w14:textId="77777777" w:rsidR="0068687A" w:rsidRDefault="0068687A" w:rsidP="0021238A"/>
    <w:p w14:paraId="52B83010" w14:textId="77777777" w:rsidR="0021238A" w:rsidRPr="003169AA" w:rsidRDefault="0021238A" w:rsidP="0021238A">
      <w:pPr>
        <w:rPr>
          <w:lang w:val="en-US"/>
        </w:rPr>
      </w:pPr>
      <w:r w:rsidRPr="003169AA">
        <w:rPr>
          <w:lang w:val="en-US"/>
        </w:rPr>
        <w:t>Life-Cosmetics GmbH</w:t>
      </w:r>
    </w:p>
    <w:p w14:paraId="7F18B0B2" w14:textId="77777777" w:rsidR="0021238A" w:rsidRPr="003169AA" w:rsidRDefault="0021238A" w:rsidP="0021238A">
      <w:pPr>
        <w:rPr>
          <w:lang w:val="en-US"/>
        </w:rPr>
      </w:pPr>
      <w:r w:rsidRPr="003169AA">
        <w:rPr>
          <w:lang w:val="en-US"/>
        </w:rPr>
        <w:t>Frau Annabella Gary</w:t>
      </w:r>
    </w:p>
    <w:p w14:paraId="713FA987" w14:textId="77777777" w:rsidR="0021238A" w:rsidRDefault="0021238A" w:rsidP="0021238A">
      <w:r>
        <w:t>Invalidenstr. 54</w:t>
      </w:r>
    </w:p>
    <w:p w14:paraId="32578C77" w14:textId="77777777" w:rsidR="0021238A" w:rsidRDefault="0021238A" w:rsidP="0021238A">
      <w:r>
        <w:t>10115 Berlin</w:t>
      </w:r>
    </w:p>
    <w:p w14:paraId="3DFB9DE8" w14:textId="77777777" w:rsidR="0021238A" w:rsidRDefault="0021238A" w:rsidP="0021238A"/>
    <w:p w14:paraId="78E5B44E" w14:textId="77777777" w:rsidR="0021238A" w:rsidRDefault="0021238A" w:rsidP="0021238A"/>
    <w:p w14:paraId="63B484C6" w14:textId="74E121A9" w:rsidR="0021238A" w:rsidRDefault="00B9078B" w:rsidP="0021238A">
      <w:pPr>
        <w:jc w:val="right"/>
      </w:pPr>
      <w:r>
        <w:t>6.</w:t>
      </w:r>
      <w:r w:rsidR="0021238A">
        <w:t>8.2016</w:t>
      </w:r>
    </w:p>
    <w:p w14:paraId="1F430B2D" w14:textId="77777777" w:rsidR="0021238A" w:rsidRDefault="0021238A" w:rsidP="0021238A"/>
    <w:p w14:paraId="6A10741E" w14:textId="77777777" w:rsidR="0021238A" w:rsidRDefault="0021238A" w:rsidP="0021238A"/>
    <w:p w14:paraId="1F568E14" w14:textId="7113C8C4" w:rsidR="0021238A" w:rsidRPr="0021238A" w:rsidRDefault="0021238A" w:rsidP="0021238A">
      <w:pPr>
        <w:rPr>
          <w:b/>
        </w:rPr>
      </w:pPr>
      <w:r w:rsidRPr="0021238A">
        <w:rPr>
          <w:b/>
        </w:rPr>
        <w:t>Bewerbung als Projektmanagerin</w:t>
      </w:r>
    </w:p>
    <w:p w14:paraId="56954931" w14:textId="46F7E015" w:rsidR="0021238A" w:rsidRPr="0021238A" w:rsidRDefault="0021238A" w:rsidP="0021238A">
      <w:pPr>
        <w:rPr>
          <w:b/>
        </w:rPr>
      </w:pPr>
      <w:r w:rsidRPr="0021238A">
        <w:rPr>
          <w:b/>
        </w:rPr>
        <w:t xml:space="preserve">Ihre Stellenanzeige auf </w:t>
      </w:r>
      <w:proofErr w:type="spellStart"/>
      <w:r w:rsidRPr="0021238A">
        <w:rPr>
          <w:b/>
        </w:rPr>
        <w:t>Xing</w:t>
      </w:r>
      <w:proofErr w:type="spellEnd"/>
      <w:r w:rsidRPr="0021238A">
        <w:rPr>
          <w:b/>
        </w:rPr>
        <w:t xml:space="preserve"> vom 04.08.2016</w:t>
      </w:r>
    </w:p>
    <w:p w14:paraId="14439AA3" w14:textId="77777777" w:rsidR="0021238A" w:rsidRDefault="0021238A" w:rsidP="0021238A"/>
    <w:p w14:paraId="00901CBC" w14:textId="77777777" w:rsidR="0021238A" w:rsidRDefault="0021238A" w:rsidP="0021238A"/>
    <w:p w14:paraId="3825B1EC" w14:textId="77777777" w:rsidR="0021238A" w:rsidRDefault="0021238A" w:rsidP="0021238A">
      <w:r>
        <w:t>Sehr geehrte Frau Gary,</w:t>
      </w:r>
    </w:p>
    <w:p w14:paraId="33AB10A5" w14:textId="77777777" w:rsidR="0021238A" w:rsidRDefault="0021238A" w:rsidP="0021238A"/>
    <w:p w14:paraId="4EFE3007" w14:textId="5D3E67C0" w:rsidR="0021238A" w:rsidRDefault="0021238A" w:rsidP="0021238A">
      <w:r>
        <w:t>Ihr Stellenangebot hat mich sofort angesprochen, da ich über mehrjährige Berufserfahrung im Projektmanagement für eine Herren-Kosmetikmarke verfüge und mir Ihr Unternehmen als r</w:t>
      </w:r>
      <w:r>
        <w:t>e</w:t>
      </w:r>
      <w:r>
        <w:t>nommierter Kosmetikhersteller bekannt ist. Daher sende ich Ihnen meine Bewerbung.</w:t>
      </w:r>
    </w:p>
    <w:p w14:paraId="44AA5432" w14:textId="77777777" w:rsidR="0021238A" w:rsidRDefault="0021238A" w:rsidP="0021238A"/>
    <w:p w14:paraId="03A7CCEB" w14:textId="6D1B52C0" w:rsidR="0021238A" w:rsidRDefault="0021238A" w:rsidP="0021238A">
      <w:r>
        <w:t xml:space="preserve">Ich bin 37 Jahre alt und habe nach dem ersten Staatsexamen in Jura meine berufliche Laufbahn als Trainee der </w:t>
      </w:r>
      <w:proofErr w:type="spellStart"/>
      <w:r>
        <w:t>Randorff</w:t>
      </w:r>
      <w:proofErr w:type="spellEnd"/>
      <w:r>
        <w:t xml:space="preserve"> AG in Mannheim begonnen. Meine Stärken liegen in den Bereichen Marketing und Projektmanagement. Zuletzt war ich als Projektmanagerin der </w:t>
      </w:r>
      <w:proofErr w:type="spellStart"/>
      <w:r>
        <w:t>Deubner</w:t>
      </w:r>
      <w:proofErr w:type="spellEnd"/>
      <w:r>
        <w:t xml:space="preserve"> </w:t>
      </w:r>
      <w:proofErr w:type="spellStart"/>
      <w:r>
        <w:t>Cosm</w:t>
      </w:r>
      <w:r>
        <w:t>e</w:t>
      </w:r>
      <w:r>
        <w:t>tics</w:t>
      </w:r>
      <w:proofErr w:type="spellEnd"/>
      <w:r>
        <w:t xml:space="preserve"> GmbH für die Einführung neuer Kosmetikmarken verantwortlich. Ich arbeite zielstrebig, selbstständig und zuverlässig. Englisch spreche ich fließend, Französisch gut. Meine Fähigkeiten in MS Office, MS Project und SAP CRM sind fundiert.</w:t>
      </w:r>
    </w:p>
    <w:p w14:paraId="556CE7BA" w14:textId="77777777" w:rsidR="0021238A" w:rsidRDefault="0021238A" w:rsidP="0021238A"/>
    <w:p w14:paraId="0A7DC9D2" w14:textId="65251DE0" w:rsidR="0021238A" w:rsidRDefault="0021238A" w:rsidP="0021238A">
      <w:r>
        <w:t xml:space="preserve">Im Mai </w:t>
      </w:r>
      <w:r w:rsidR="00AB6AAA">
        <w:t>2013 kam</w:t>
      </w:r>
      <w:r>
        <w:t xml:space="preserve"> meine Tochter Anna Maria </w:t>
      </w:r>
      <w:r w:rsidR="00AB6AAA">
        <w:t>zur Welt</w:t>
      </w:r>
      <w:r>
        <w:t>. Nach dreijähriger Elternzeit möchte ich</w:t>
      </w:r>
      <w:r w:rsidR="00AB6AAA">
        <w:t xml:space="preserve"> </w:t>
      </w:r>
      <w:r>
        <w:t xml:space="preserve">jetzt beruflich wieder einsteigen. Die Versorgung </w:t>
      </w:r>
      <w:r w:rsidR="00AB6AAA">
        <w:t>meiner Tochter</w:t>
      </w:r>
      <w:r>
        <w:t xml:space="preserve"> ist sichergestellt, sodass ich</w:t>
      </w:r>
      <w:r w:rsidR="00AB6AAA">
        <w:t xml:space="preserve"> </w:t>
      </w:r>
      <w:r>
        <w:t>Vollzeit flexibel einsatzbereit bin.</w:t>
      </w:r>
    </w:p>
    <w:p w14:paraId="4E02BFC2" w14:textId="77777777" w:rsidR="0021238A" w:rsidRDefault="0021238A" w:rsidP="0021238A"/>
    <w:p w14:paraId="183B9256" w14:textId="414851EA" w:rsidR="0021238A" w:rsidRDefault="0021238A" w:rsidP="0021238A">
      <w:r>
        <w:t>Meine Gehaltsvorstellungen liegen zwischen … € und … € Jahresgehalt. Ich könnte Ihnen zum</w:t>
      </w:r>
      <w:r w:rsidR="00AB6AAA">
        <w:t xml:space="preserve"> </w:t>
      </w:r>
      <w:r>
        <w:t>gew</w:t>
      </w:r>
      <w:r w:rsidR="00AB6AAA">
        <w:t>ü</w:t>
      </w:r>
      <w:r w:rsidR="00B9078B">
        <w:t xml:space="preserve">nschten Eintrittsdatum am </w:t>
      </w:r>
      <w:r>
        <w:t>1.10.201</w:t>
      </w:r>
      <w:r w:rsidR="00AB6AAA">
        <w:t>6</w:t>
      </w:r>
      <w:r>
        <w:t xml:space="preserve"> zur Verf</w:t>
      </w:r>
      <w:r w:rsidR="00AB6AAA">
        <w:t>ü</w:t>
      </w:r>
      <w:r>
        <w:t>gung stehen.</w:t>
      </w:r>
    </w:p>
    <w:p w14:paraId="5A83529C" w14:textId="77777777" w:rsidR="0021238A" w:rsidRDefault="0021238A" w:rsidP="0021238A"/>
    <w:p w14:paraId="3219040E" w14:textId="3EA1F335" w:rsidR="0021238A" w:rsidRDefault="0021238A" w:rsidP="0021238A">
      <w:r>
        <w:t xml:space="preserve">Habe ich Sie mit meiner Bewerbung von meinen Qualifikationen </w:t>
      </w:r>
      <w:r w:rsidR="00AB6AAA">
        <w:t>ü</w:t>
      </w:r>
      <w:r>
        <w:t>berzeugt? Ich freue mich auf</w:t>
      </w:r>
      <w:r w:rsidR="00AB6AAA">
        <w:t xml:space="preserve"> </w:t>
      </w:r>
      <w:r>
        <w:t>eine Einladung zum Vorstellungsgespräch.</w:t>
      </w:r>
    </w:p>
    <w:p w14:paraId="7B052267" w14:textId="77777777" w:rsidR="0021238A" w:rsidRDefault="0021238A" w:rsidP="0021238A"/>
    <w:p w14:paraId="04BD67E7" w14:textId="02807905" w:rsidR="0021238A" w:rsidRDefault="0021238A" w:rsidP="0021238A">
      <w:r>
        <w:t>Mit freundlichen Grüßen</w:t>
      </w:r>
    </w:p>
    <w:p w14:paraId="0E7B6423" w14:textId="77777777" w:rsidR="00B9078B" w:rsidRDefault="00B9078B" w:rsidP="0021238A"/>
    <w:p w14:paraId="329AD342" w14:textId="7147C216" w:rsidR="0095639B" w:rsidRPr="003169AA" w:rsidRDefault="0021238A" w:rsidP="0021238A">
      <w:pPr>
        <w:pStyle w:val="UnterschriftName"/>
        <w:rPr>
          <w:rFonts w:ascii="Lucida Handwriting" w:hAnsi="Lucida Handwriting"/>
        </w:rPr>
      </w:pPr>
      <w:bookmarkStart w:id="0" w:name="_GoBack"/>
      <w:r w:rsidRPr="003169AA">
        <w:rPr>
          <w:rFonts w:ascii="Lucida Handwriting" w:hAnsi="Lucida Handwriting"/>
        </w:rPr>
        <w:t>Leonie Pfeiffer</w:t>
      </w:r>
      <w:bookmarkEnd w:id="0"/>
    </w:p>
    <w:sectPr w:rsidR="0095639B" w:rsidRPr="003169AA" w:rsidSect="0068687A">
      <w:pgSz w:w="11906" w:h="16838"/>
      <w:pgMar w:top="1134" w:right="1134" w:bottom="1134" w:left="136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Grande">
    <w:altName w:val="Arial"/>
    <w:charset w:val="00"/>
    <w:family w:val="auto"/>
    <w:pitch w:val="variable"/>
    <w:sig w:usb0="00000000" w:usb1="5000A1FF" w:usb2="00000000" w:usb3="00000000" w:csb0="000001BF"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21238A"/>
    <w:rsid w:val="003169AA"/>
    <w:rsid w:val="00370185"/>
    <w:rsid w:val="003B7D74"/>
    <w:rsid w:val="004F0647"/>
    <w:rsid w:val="00631380"/>
    <w:rsid w:val="0068687A"/>
    <w:rsid w:val="00770743"/>
    <w:rsid w:val="008D2E71"/>
    <w:rsid w:val="008D76FD"/>
    <w:rsid w:val="0095639B"/>
    <w:rsid w:val="00A479D8"/>
    <w:rsid w:val="00AB6AAA"/>
    <w:rsid w:val="00AE72C8"/>
    <w:rsid w:val="00B14BB3"/>
    <w:rsid w:val="00B9078B"/>
    <w:rsid w:val="00CC7DA6"/>
    <w:rsid w:val="00E37989"/>
    <w:rsid w:val="00EB3170"/>
    <w:rsid w:val="00F339C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68687A"/>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68687A"/>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68687A"/>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68687A"/>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feiffer@webmail.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DA6D0519</Template>
  <TotalTime>0</TotalTime>
  <Pages>1</Pages>
  <Words>229</Words>
  <Characters>1445</Characters>
  <Application>Microsoft Office Word</Application>
  <DocSecurity>0</DocSecurity>
  <Lines>12</Lines>
  <Paragraphs>3</Paragraphs>
  <ScaleCrop>false</ScaleCrop>
  <Company>F G</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2015-11-10T08:58:00Z</cp:lastPrinted>
  <dcterms:created xsi:type="dcterms:W3CDTF">2015-11-10T08:58:00Z</dcterms:created>
  <dcterms:modified xsi:type="dcterms:W3CDTF">2016-02-02T07:59:00Z</dcterms:modified>
</cp:coreProperties>
</file>